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7B65EC" w14:textId="77777777" w:rsidR="00BB2F58" w:rsidRPr="00B87653" w:rsidRDefault="00684A61" w:rsidP="0019561D">
      <w:pPr>
        <w:pStyle w:val="Heading110"/>
        <w:widowControl/>
        <w:shd w:val="clear" w:color="auto" w:fill="auto"/>
        <w:spacing w:after="0"/>
        <w:jc w:val="center"/>
        <w:rPr>
          <w:sz w:val="32"/>
          <w:szCs w:val="32"/>
          <w:lang w:val="sr-Latn-ME"/>
        </w:rPr>
      </w:pPr>
      <w:bookmarkStart w:id="0" w:name="_GoBack"/>
      <w:bookmarkEnd w:id="0"/>
      <w:r w:rsidRPr="00B87653">
        <w:rPr>
          <w:sz w:val="32"/>
          <w:szCs w:val="32"/>
          <w:lang w:val="sr-Latn-ME"/>
        </w:rPr>
        <w:t>Simulacija klimatskog djelovanja: Zemlje koje se brzo razvijaju</w:t>
      </w:r>
    </w:p>
    <w:p w14:paraId="4A01F7DC" w14:textId="77777777" w:rsidR="00A27D58" w:rsidRPr="00B87653" w:rsidRDefault="00A27D58" w:rsidP="0019561D">
      <w:pPr>
        <w:pStyle w:val="Heading110"/>
        <w:widowControl/>
        <w:spacing w:after="0"/>
        <w:rPr>
          <w:sz w:val="32"/>
          <w:szCs w:val="32"/>
          <w:lang w:val="sr-Latn-ME"/>
        </w:rPr>
      </w:pPr>
      <w:r w:rsidRPr="00B87653">
        <w:rPr>
          <w:noProof/>
          <w:sz w:val="32"/>
          <w:szCs w:val="32"/>
          <w:lang w:val="en-GB" w:eastAsia="en-GB" w:bidi="ar-SA"/>
        </w:rPr>
        <w:drawing>
          <wp:anchor distT="0" distB="0" distL="63500" distR="103505" simplePos="0" relativeHeight="251659776" behindDoc="1" locked="0" layoutInCell="1" allowOverlap="1" wp14:anchorId="18E7F38E" wp14:editId="157748BC">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14:paraId="488E86B1" w14:textId="77777777" w:rsidR="00BB2F58" w:rsidRPr="00B87653" w:rsidRDefault="00684A61" w:rsidP="0019561D">
      <w:pPr>
        <w:pStyle w:val="Heading210"/>
        <w:widowControl/>
        <w:shd w:val="clear" w:color="auto" w:fill="auto"/>
        <w:tabs>
          <w:tab w:val="left" w:pos="994"/>
        </w:tabs>
        <w:spacing w:before="0"/>
        <w:rPr>
          <w:lang w:val="sr-Latn-ME"/>
        </w:rPr>
      </w:pPr>
      <w:r w:rsidRPr="00B87653">
        <w:rPr>
          <w:lang w:val="sr-Latn-ME"/>
        </w:rPr>
        <w:t>Za:</w:t>
      </w:r>
      <w:r w:rsidRPr="00B87653">
        <w:rPr>
          <w:lang w:val="sr-Latn-ME"/>
        </w:rPr>
        <w:tab/>
        <w:t>Glavne pregovarače zemalja koje se brzo razvijaju</w:t>
      </w:r>
    </w:p>
    <w:p w14:paraId="1ED210FD" w14:textId="77777777" w:rsidR="00BB2F58" w:rsidRPr="00B87653" w:rsidRDefault="00684A61" w:rsidP="0019561D">
      <w:pPr>
        <w:pStyle w:val="Bodytext20"/>
        <w:widowControl/>
        <w:shd w:val="clear" w:color="auto" w:fill="auto"/>
        <w:ind w:left="3600" w:right="240" w:firstLine="0"/>
        <w:rPr>
          <w:lang w:val="sr-Latn-ME"/>
        </w:rPr>
      </w:pPr>
      <w:r w:rsidRPr="00B87653">
        <w:rPr>
          <w:lang w:val="sr-Latn-ME"/>
        </w:rPr>
        <w:t>(Kina, Indija, Indonezija, Brazil, Meksiko, Južna Afrika)</w:t>
      </w:r>
    </w:p>
    <w:p w14:paraId="7BE287D5" w14:textId="77777777" w:rsidR="00BB2F58" w:rsidRPr="00B87653" w:rsidRDefault="00684A61" w:rsidP="0019561D">
      <w:pPr>
        <w:pStyle w:val="Heading210"/>
        <w:widowControl/>
        <w:shd w:val="clear" w:color="auto" w:fill="auto"/>
        <w:tabs>
          <w:tab w:val="left" w:pos="994"/>
        </w:tabs>
        <w:spacing w:before="0"/>
        <w:rPr>
          <w:lang w:val="sr-Latn-ME"/>
        </w:rPr>
      </w:pPr>
      <w:r w:rsidRPr="00B87653">
        <w:rPr>
          <w:lang w:val="sr-Latn-ME"/>
        </w:rPr>
        <w:t>Predmet:</w:t>
      </w:r>
      <w:r w:rsidRPr="00B87653">
        <w:rPr>
          <w:lang w:val="sr-Latn-ME"/>
        </w:rPr>
        <w:tab/>
        <w:t>Priprema za Samit o klimatskom djelovanju</w:t>
      </w:r>
    </w:p>
    <w:p w14:paraId="3C81F2FC" w14:textId="77777777" w:rsidR="00A27D58" w:rsidRPr="00B87653" w:rsidRDefault="00A27D58" w:rsidP="0019561D">
      <w:pPr>
        <w:pStyle w:val="Heading210"/>
        <w:widowControl/>
        <w:shd w:val="clear" w:color="auto" w:fill="auto"/>
        <w:tabs>
          <w:tab w:val="left" w:pos="994"/>
        </w:tabs>
        <w:spacing w:before="0"/>
        <w:rPr>
          <w:lang w:val="sr-Latn-ME"/>
        </w:rPr>
      </w:pPr>
    </w:p>
    <w:p w14:paraId="60538A15" w14:textId="77777777" w:rsidR="00A27D58" w:rsidRPr="00B87653" w:rsidRDefault="00A27D58" w:rsidP="0019561D">
      <w:pPr>
        <w:pStyle w:val="Heading210"/>
        <w:widowControl/>
        <w:shd w:val="clear" w:color="auto" w:fill="auto"/>
        <w:tabs>
          <w:tab w:val="left" w:pos="994"/>
        </w:tabs>
        <w:spacing w:before="0"/>
        <w:rPr>
          <w:lang w:val="sr-Latn-ME"/>
        </w:rPr>
      </w:pPr>
    </w:p>
    <w:p w14:paraId="7FE52DFA" w14:textId="03F82CE1" w:rsidR="00BB2F58" w:rsidRPr="00B87653" w:rsidRDefault="00684A61" w:rsidP="0019561D">
      <w:pPr>
        <w:pStyle w:val="Bodytext20"/>
        <w:widowControl/>
        <w:shd w:val="clear" w:color="auto" w:fill="auto"/>
        <w:spacing w:line="269" w:lineRule="exact"/>
        <w:ind w:firstLine="0"/>
        <w:jc w:val="both"/>
        <w:rPr>
          <w:lang w:val="sr-Latn-ME"/>
        </w:rPr>
      </w:pPr>
      <w:r w:rsidRPr="00B87653">
        <w:rPr>
          <w:lang w:val="sr-Latn-ME"/>
        </w:rPr>
        <w:t xml:space="preserve">Dobro došli na </w:t>
      </w:r>
      <w:r w:rsidR="00C61676" w:rsidRPr="00B87653">
        <w:rPr>
          <w:lang w:val="sr-Latn-ME"/>
        </w:rPr>
        <w:t>S</w:t>
      </w:r>
      <w:r w:rsidRPr="00B87653">
        <w:rPr>
          <w:lang w:val="sr-Latn-ME"/>
        </w:rPr>
        <w:t xml:space="preserve">amit o klimatskom djelovanju. Generalni sekretar UN poziva vas i vođe svih relevantnih zainteresovanih strana da udruženo djelujete kako biste uspješno riješili problem klimatskih promjena. U pozivu, Generalni sekretar </w:t>
      </w:r>
      <w:r w:rsidRPr="00B87653">
        <w:rPr>
          <w:color w:val="0000FF"/>
          <w:lang w:val="sr-Latn-ME"/>
        </w:rPr>
        <w:t xml:space="preserve">navodi </w:t>
      </w:r>
      <w:r w:rsidRPr="00B87653">
        <w:rPr>
          <w:lang w:val="sr-Latn-ME"/>
        </w:rPr>
        <w:t>sljedeće: "Opasnost od klimatskih prom</w:t>
      </w:r>
      <w:r w:rsidR="00C61676" w:rsidRPr="00B87653">
        <w:rPr>
          <w:lang w:val="sr-Latn-ME"/>
        </w:rPr>
        <w:t>j</w:t>
      </w:r>
      <w:r w:rsidRPr="00B87653">
        <w:rPr>
          <w:lang w:val="sr-Latn-ME"/>
        </w:rPr>
        <w:t>ena je trka koju gubimo, ali je to i trka u kojoj možemo da pobijedimo... Nauka ... nam govori kako će svaki porast temperature od 1,5°C nanijeti veliku i nepovratnu štetu ekosistemima koji nas održavaju u životu... Ali nam nauka takođe govori da nije prekasno. Mi to možemo... Ali to će zahtijevati fundamentalne promjene u svim aspektima društva — načinu na koji uzgajamo hranu, koristimo zemlju, obezbjeđujemo gorivo za transport i pokrećemo privredu... Zajedničkim djelovanjem, nikoga nećemo ostaviti na cjedilu."</w:t>
      </w:r>
    </w:p>
    <w:p w14:paraId="1621D4AC" w14:textId="77777777" w:rsidR="00BB2F58" w:rsidRPr="00B87653" w:rsidRDefault="00684A61" w:rsidP="0019561D">
      <w:pPr>
        <w:pStyle w:val="Bodytext20"/>
        <w:widowControl/>
        <w:shd w:val="clear" w:color="auto" w:fill="auto"/>
        <w:spacing w:line="269" w:lineRule="exact"/>
        <w:ind w:firstLine="0"/>
        <w:jc w:val="both"/>
        <w:rPr>
          <w:lang w:val="sr-Latn-ME"/>
        </w:rPr>
      </w:pPr>
      <w:r w:rsidRPr="00B87653">
        <w:rPr>
          <w:lang w:val="sr-Latn-ME"/>
        </w:rPr>
        <w:t xml:space="preserve">Cilj samita je stvaranje plana da se ograniči globalno zagrijavanje na manje od 2°C [3,6°F] iznad predindustrijskog nivoa i da se teži smanjenju na 1,5°C [2,7°F], što su međunarodni ciljevi koji su formalno priznati u Pariskom sporazumu o klimi. </w:t>
      </w:r>
      <w:r w:rsidRPr="00B87653">
        <w:rPr>
          <w:color w:val="0000FF"/>
          <w:lang w:val="sr-Latn-ME"/>
        </w:rPr>
        <w:t>Naučni dokazi</w:t>
      </w:r>
      <w:r w:rsidRPr="00B87653">
        <w:rPr>
          <w:lang w:val="sr-Latn-ME"/>
        </w:rPr>
        <w:t xml:space="preserve"> su jasni: zagrijavanje iznad ove granice će za posljedicu imati katastrofalne i nepovratne uticaje koji će predstavljati prijetnju po zdravlje, prosperitet i živote ljudi svih nacija.</w:t>
      </w:r>
    </w:p>
    <w:p w14:paraId="2AE87FE9" w14:textId="04AAEB3B" w:rsidR="00BB2F58" w:rsidRPr="00B87653" w:rsidRDefault="00684A61" w:rsidP="0019561D">
      <w:pPr>
        <w:pStyle w:val="Bodytext20"/>
        <w:widowControl/>
        <w:shd w:val="clear" w:color="auto" w:fill="auto"/>
        <w:spacing w:line="269" w:lineRule="exact"/>
        <w:ind w:firstLine="0"/>
        <w:jc w:val="both"/>
        <w:rPr>
          <w:lang w:val="sr-Latn-ME"/>
        </w:rPr>
      </w:pPr>
      <w:r w:rsidRPr="00B87653">
        <w:rPr>
          <w:lang w:val="sr-Latn-ME"/>
        </w:rPr>
        <w:t>Vi predstavljate najveće zemlje na svijetu koje bilježe najbrži rast (zemlje navedene iznad). Ukupan broj stanovnika vaših zemalja broji 3,5 milijardi, što čini oko 45% od 7,7 milijardi stanovnika na planeti. Međutim, vaše zemlje zajedno proizvode svega oko 25% svjetskih ekonomskih proizvoda, sa manjim BDP (bruto domaćim proizvodom) po glavi stanovnika i sa mnogo v</w:t>
      </w:r>
      <w:r w:rsidR="00933C63" w:rsidRPr="00B87653">
        <w:rPr>
          <w:lang w:val="sr-Latn-ME"/>
        </w:rPr>
        <w:t>iš</w:t>
      </w:r>
      <w:r w:rsidRPr="00B87653">
        <w:rPr>
          <w:lang w:val="sr-Latn-ME"/>
        </w:rPr>
        <w:t>im stepenom siromaštva nego kod razvijenih zemalja.</w:t>
      </w:r>
    </w:p>
    <w:p w14:paraId="347FD4AD" w14:textId="77777777" w:rsidR="00BB2F58" w:rsidRPr="00B87653" w:rsidRDefault="00684A61" w:rsidP="0019561D">
      <w:pPr>
        <w:pStyle w:val="Bodytext20"/>
        <w:widowControl/>
        <w:shd w:val="clear" w:color="auto" w:fill="auto"/>
        <w:ind w:firstLine="0"/>
        <w:jc w:val="both"/>
        <w:rPr>
          <w:lang w:val="sr-Latn-ME"/>
        </w:rPr>
      </w:pPr>
      <w:r w:rsidRPr="00B87653">
        <w:rPr>
          <w:lang w:val="sr-Latn-ME"/>
        </w:rPr>
        <w:t>Prioriteti vaše politike su navedeni u nastavku. Možete, međutim, predložiti ili blokirati bilo koju dostupnu politiku.</w:t>
      </w:r>
    </w:p>
    <w:p w14:paraId="270ED22E" w14:textId="77777777" w:rsidR="00BB2F58" w:rsidRPr="00B87653" w:rsidRDefault="00684A61" w:rsidP="0019561D">
      <w:pPr>
        <w:pStyle w:val="Heading210"/>
        <w:widowControl/>
        <w:numPr>
          <w:ilvl w:val="0"/>
          <w:numId w:val="1"/>
        </w:numPr>
        <w:shd w:val="clear" w:color="auto" w:fill="auto"/>
        <w:tabs>
          <w:tab w:val="left" w:pos="362"/>
        </w:tabs>
        <w:spacing w:before="0" w:line="269" w:lineRule="exact"/>
        <w:rPr>
          <w:lang w:val="sr-Latn-ME"/>
        </w:rPr>
      </w:pPr>
      <w:r w:rsidRPr="00B87653">
        <w:rPr>
          <w:lang w:val="sr-Latn-ME"/>
        </w:rPr>
        <w:t>Subvencionisanje obnovljive energije (npr. solarne, geotermalne energije, energije vjetra, energije vode i skladištenja energije)</w:t>
      </w:r>
    </w:p>
    <w:p w14:paraId="7EA206AC" w14:textId="77777777" w:rsidR="00BB2F58" w:rsidRPr="00B87653" w:rsidRDefault="00684A61" w:rsidP="0019561D">
      <w:pPr>
        <w:pStyle w:val="Bodytext20"/>
        <w:widowControl/>
        <w:shd w:val="clear" w:color="auto" w:fill="auto"/>
        <w:spacing w:line="269" w:lineRule="exact"/>
        <w:ind w:left="380" w:firstLine="0"/>
        <w:jc w:val="both"/>
        <w:rPr>
          <w:lang w:val="sr-Latn-ME"/>
        </w:rPr>
      </w:pPr>
      <w:r w:rsidRPr="00B87653">
        <w:rPr>
          <w:rStyle w:val="Bodytext23"/>
          <w:lang w:val="sr-Latn-ME"/>
        </w:rPr>
        <w:t>Industrija obnovljive energije brzo raste, ali i dalje čini manje od 5% svjetske energije. Subvencije će pomoći da ove industrije rastu i da proizvode nova radna mjesta u vašim zemljama (ako možete da pratite tehnološka unaprjeđenja energije vjetra, solarne energije i baterija u razvijenim zemljama). Skladištenje energije (npr. baterije, skladišta toplotne energije, reverzibilne hidroelektrane) i tehnologije "pametnih mreža" omogućavaju integraciju različitih oblika obnovljive energije, kao što su energija vjetra i sunca, u energetski sistem, dok istovremeno omogućavaju neprekidno snabdijevanje električnom energijom.</w:t>
      </w:r>
    </w:p>
    <w:p w14:paraId="28E6FE21" w14:textId="77777777" w:rsidR="00BB2F58" w:rsidRPr="00B87653" w:rsidRDefault="00684A61" w:rsidP="0019561D">
      <w:pPr>
        <w:pStyle w:val="Heading210"/>
        <w:widowControl/>
        <w:numPr>
          <w:ilvl w:val="0"/>
          <w:numId w:val="1"/>
        </w:numPr>
        <w:shd w:val="clear" w:color="auto" w:fill="auto"/>
        <w:tabs>
          <w:tab w:val="left" w:pos="380"/>
        </w:tabs>
        <w:spacing w:before="0" w:after="120" w:line="269" w:lineRule="exact"/>
        <w:ind w:left="380" w:hanging="380"/>
        <w:rPr>
          <w:lang w:val="sr-Latn-ME"/>
        </w:rPr>
      </w:pPr>
      <w:r w:rsidRPr="00B87653">
        <w:rPr>
          <w:lang w:val="sr-Latn-ME"/>
        </w:rPr>
        <w:t>Smanjenje emisija metana, azotsuboksida i drugih gasova sa efektom staklene bašte. CCP</w:t>
      </w:r>
      <w:r w:rsidRPr="00B87653">
        <w:rPr>
          <w:b w:val="0"/>
          <w:bCs w:val="0"/>
          <w:lang w:val="sr-Latn-ME"/>
        </w:rPr>
        <w:t xml:space="preserve"> je najistaknutiji gas sa efektom staklene bašte, ali su drugi gasovi odgovorni za četvrtinu globalnog zagrijavanja. Ovi gasovi uključuju metan (CH</w:t>
      </w:r>
      <w:r w:rsidRPr="00B87653">
        <w:rPr>
          <w:b w:val="0"/>
          <w:bCs w:val="0"/>
          <w:vertAlign w:val="subscript"/>
          <w:lang w:val="sr-Latn-ME"/>
        </w:rPr>
        <w:t>4</w:t>
      </w:r>
      <w:r w:rsidRPr="00B87653">
        <w:rPr>
          <w:b w:val="0"/>
          <w:bCs w:val="0"/>
          <w:lang w:val="sr-Latn-ME"/>
        </w:rPr>
        <w:t>), azotsuboksid (N</w:t>
      </w:r>
      <w:r w:rsidRPr="00B87653">
        <w:rPr>
          <w:b w:val="0"/>
          <w:bCs w:val="0"/>
          <w:vertAlign w:val="subscript"/>
          <w:lang w:val="sr-Latn-ME"/>
        </w:rPr>
        <w:t>2</w:t>
      </w:r>
      <w:r w:rsidRPr="00B87653">
        <w:rPr>
          <w:b w:val="0"/>
          <w:bCs w:val="0"/>
          <w:lang w:val="sr-Latn-ME"/>
        </w:rPr>
        <w:t>O) i različite hlorofluorougljenike i druga fluorovana jedinjenja (takozvane F-gasove). Molekul po molekul, brojni gasovi koji nisu CCF doprinijeće globalnom zagrijavanju deset, sto ili hiljadu puta više od CO</w:t>
      </w:r>
      <w:r w:rsidRPr="00B87653">
        <w:rPr>
          <w:b w:val="0"/>
          <w:bCs w:val="0"/>
          <w:vertAlign w:val="subscript"/>
          <w:lang w:val="sr-Latn-ME"/>
        </w:rPr>
        <w:t xml:space="preserve">2 </w:t>
      </w:r>
      <w:r w:rsidRPr="00B87653">
        <w:rPr>
          <w:b w:val="0"/>
          <w:bCs w:val="0"/>
          <w:lang w:val="sr-Latn-ME"/>
        </w:rPr>
        <w:t>tokom sljedećeg vijeka. Iako su njihove koncentracije male, one ipak brzo rastu.</w:t>
      </w:r>
    </w:p>
    <w:p w14:paraId="40B00564" w14:textId="77777777" w:rsidR="00BB2F58" w:rsidRPr="00B87653" w:rsidRDefault="00684A61" w:rsidP="0019561D">
      <w:pPr>
        <w:pStyle w:val="Bodytext20"/>
        <w:widowControl/>
        <w:numPr>
          <w:ilvl w:val="0"/>
          <w:numId w:val="1"/>
        </w:numPr>
        <w:shd w:val="clear" w:color="auto" w:fill="auto"/>
        <w:tabs>
          <w:tab w:val="left" w:pos="362"/>
        </w:tabs>
        <w:spacing w:line="269" w:lineRule="exact"/>
        <w:ind w:left="380" w:hanging="380"/>
        <w:jc w:val="both"/>
        <w:rPr>
          <w:lang w:val="sr-Latn-ME"/>
        </w:rPr>
      </w:pPr>
      <w:r w:rsidRPr="00B87653">
        <w:rPr>
          <w:rStyle w:val="Bodytext2Bold"/>
          <w:lang w:val="sr-Latn-ME"/>
        </w:rPr>
        <w:t xml:space="preserve">Smanjenje krčenja šuma. </w:t>
      </w:r>
      <w:r w:rsidRPr="00B87653">
        <w:rPr>
          <w:lang w:val="sr-Latn-ME"/>
        </w:rPr>
        <w:t xml:space="preserve">Krčenje šuma je trenutno odgovorno za 15% emisija gasova koji izazivaju efekat staklene bašte na globalnom nivou. Veći dio tog krčenja šuma dešava se u tropskim šumama u vašim zemljama, uključujući sliv rijeke Amazon, Kinu, Indiju i Indoneziju. Zaštitom šuma mogu se smanjiti takve emisije, dok se istovremeno čuva bioraznovrsnost i štite izvori </w:t>
      </w:r>
      <w:r w:rsidRPr="00B87653">
        <w:rPr>
          <w:lang w:val="sr-Latn-ME"/>
        </w:rPr>
        <w:lastRenderedPageBreak/>
        <w:t>vodosnabdijevanja. Međutim, ograničavanje krčenja šuma takođe smanjuje potencijalno korišćenje tog zemljišta za sječu drveća, proizvodnju hrane i druge važne primjene.</w:t>
      </w:r>
    </w:p>
    <w:p w14:paraId="3BCB9928" w14:textId="77777777" w:rsidR="00A27D58" w:rsidRPr="00B87653" w:rsidRDefault="00A27D58" w:rsidP="0019561D">
      <w:pPr>
        <w:pStyle w:val="Bodytext20"/>
        <w:widowControl/>
        <w:numPr>
          <w:ilvl w:val="0"/>
          <w:numId w:val="1"/>
        </w:numPr>
        <w:shd w:val="clear" w:color="auto" w:fill="auto"/>
        <w:tabs>
          <w:tab w:val="left" w:pos="362"/>
        </w:tabs>
        <w:spacing w:line="269" w:lineRule="exact"/>
        <w:ind w:left="380" w:hanging="380"/>
        <w:jc w:val="both"/>
        <w:rPr>
          <w:lang w:val="sr-Latn-ME"/>
        </w:rPr>
      </w:pPr>
      <w:r w:rsidRPr="00B87653">
        <w:rPr>
          <w:rStyle w:val="Bodytext2Bold"/>
          <w:lang w:val="sr-Latn-ME"/>
        </w:rPr>
        <w:t xml:space="preserve">Razmislite o pošumljavanju. </w:t>
      </w:r>
      <w:r w:rsidRPr="00B87653">
        <w:rPr>
          <w:lang w:val="sr-Latn-ME"/>
        </w:rPr>
        <w:t>Pošumljavanje je rast novih šuma na zemljištu na kojem nema drveća, ponekad na zemljištu koje je prethodno raskrčeno ili degradirano. Ako se primijeni u velikim razmjerama, pošumljavanje bi moglo dovesti do korišćenja zemljišta koje je potrebno za usjeve ili stoku, što bi dovelo do povećanja cijene hrane. Razmislite koliko zemljišta je potrebno za politike pošumljavanja koje vi i druge grupe predlažete.</w:t>
      </w:r>
    </w:p>
    <w:p w14:paraId="0CBF667B" w14:textId="77777777" w:rsidR="00BB2F58" w:rsidRPr="00B87653" w:rsidRDefault="00684A61" w:rsidP="0019561D">
      <w:pPr>
        <w:pStyle w:val="Bodytext20"/>
        <w:widowControl/>
        <w:numPr>
          <w:ilvl w:val="0"/>
          <w:numId w:val="1"/>
        </w:numPr>
        <w:shd w:val="clear" w:color="auto" w:fill="auto"/>
        <w:tabs>
          <w:tab w:val="left" w:pos="362"/>
        </w:tabs>
        <w:spacing w:line="269" w:lineRule="exact"/>
        <w:ind w:left="400"/>
        <w:jc w:val="both"/>
        <w:rPr>
          <w:lang w:val="sr-Latn-ME"/>
        </w:rPr>
      </w:pPr>
      <w:r w:rsidRPr="00B87653">
        <w:rPr>
          <w:lang w:val="sr-Latn-ME"/>
        </w:rPr>
        <w:t>Razmislite o određivanju cijene za</w:t>
      </w:r>
      <w:r w:rsidRPr="00B87653">
        <w:rPr>
          <w:b/>
          <w:bCs/>
          <w:lang w:val="sr-Latn-ME"/>
        </w:rPr>
        <w:t xml:space="preserve"> emisije CO</w:t>
      </w:r>
      <w:r w:rsidRPr="00B87653">
        <w:rPr>
          <w:b/>
          <w:bCs/>
          <w:vertAlign w:val="subscript"/>
          <w:lang w:val="sr-Latn-ME"/>
        </w:rPr>
        <w:t>2</w:t>
      </w:r>
      <w:r w:rsidRPr="00B87653">
        <w:rPr>
          <w:b/>
          <w:bCs/>
          <w:lang w:val="sr-Latn-ME"/>
        </w:rPr>
        <w:t>.</w:t>
      </w:r>
      <w:r w:rsidRPr="00B87653">
        <w:rPr>
          <w:lang w:val="sr-Latn-ME"/>
        </w:rPr>
        <w:t xml:space="preserve"> Fosilna goriva i dalje dominiraju svjetskim sistemom energije, dok CO</w:t>
      </w:r>
      <w:r w:rsidRPr="00B87653">
        <w:rPr>
          <w:vertAlign w:val="subscript"/>
          <w:lang w:val="sr-Latn-ME"/>
        </w:rPr>
        <w:t>2</w:t>
      </w:r>
      <w:r w:rsidRPr="00B87653">
        <w:rPr>
          <w:lang w:val="sr-Latn-ME"/>
        </w:rPr>
        <w:t xml:space="preserve"> koji emituju predstavlja daleko najveći izvor emisija gasova sa efektom staklene bašte koji doprinose klimatskim promjenama. Današnje tržišne cijene ne obuhvataju ekološku i socijalnu štetu koju izazivaju fosilna goriva (njihove "negativne eksternalije"). Što je još gore, vlade širom svijeta, uključujući i vlade mnogih od vaših zemalja, daju subvencije za industriju fosilnih goriva u iznosu od 775 milijardi do 1 triliona dolara na godišnjem nivou. Ekonomisti se slažu da je cijena ugljenika najbolji način da se smanje globalne emisije gasova sa efektom staklene bašte (GHG). Razmotrite ideju uvođenja cijene ugljenika, možda sa postepenim uvođenjem kako bi industrija i potrošači imali vremena da se prilagode. Prihodi bi se mogli isplaćivati stanovništvu, koristiti kao pomoć u neutralisanju troškova drugih politika ili za smanjivanje vašeg fiskalnog deficita. Iako su u nekim od vaših zemalja cijene ugljenika već primijenjene ili su smanjene subvencije za fosilna goriva, one su daleko niže od 30-50 dolara po toni CO</w:t>
      </w:r>
      <w:r w:rsidRPr="00B87653">
        <w:rPr>
          <w:vertAlign w:val="subscript"/>
          <w:lang w:val="sr-Latn-ME"/>
        </w:rPr>
        <w:t>2</w:t>
      </w:r>
      <w:r w:rsidRPr="00B87653">
        <w:rPr>
          <w:lang w:val="sr-Latn-ME"/>
        </w:rPr>
        <w:t xml:space="preserve"> koliko brojni ekonomisti preporučuju. Kina primjenjuje mehanizam "ograniči i prodaj" na nivou države koji će povećati cijenu emisija CO</w:t>
      </w:r>
      <w:r w:rsidRPr="00B87653">
        <w:rPr>
          <w:vertAlign w:val="subscript"/>
          <w:lang w:val="sr-Latn-ME"/>
        </w:rPr>
        <w:t>2</w:t>
      </w:r>
      <w:r w:rsidRPr="00B87653">
        <w:rPr>
          <w:lang w:val="sr-Latn-ME"/>
        </w:rPr>
        <w:t>, ali druge zemlje iz grupe to još uvijek ne rade. Međutim, ne možemo da priuštimo da djelujemo suviše brzo - srednja klasa u vašim zemljama žudi za tim da sebi priušti proizvode i usluge koje ljudi u razvijenim zemljama uzimaju zdravo za gotovo - automobile, klima uređaje, avionski saobraćaj itd. dok siromašnije zemlje žele pouzdano snabdijevanje električnom energijom, čistu vodu, hranu, zdravstvo, pristojan smještaj i da zadovolje druge osnovne ljudske potrebe - te će akutno osjetiti povećanje troškova energije.</w:t>
      </w:r>
    </w:p>
    <w:p w14:paraId="25CB3315" w14:textId="77777777" w:rsidR="00BB2F58" w:rsidRPr="00B87653" w:rsidRDefault="00684A61" w:rsidP="0019561D">
      <w:pPr>
        <w:pStyle w:val="Bodytext20"/>
        <w:widowControl/>
        <w:numPr>
          <w:ilvl w:val="0"/>
          <w:numId w:val="1"/>
        </w:numPr>
        <w:shd w:val="clear" w:color="auto" w:fill="auto"/>
        <w:tabs>
          <w:tab w:val="left" w:pos="362"/>
        </w:tabs>
        <w:spacing w:line="269" w:lineRule="exact"/>
        <w:ind w:left="400"/>
        <w:jc w:val="both"/>
        <w:rPr>
          <w:lang w:val="sr-Latn-ME"/>
        </w:rPr>
      </w:pPr>
      <w:r w:rsidRPr="00B87653">
        <w:rPr>
          <w:rStyle w:val="Bodytext2Bold"/>
          <w:lang w:val="sr-Latn-ME"/>
        </w:rPr>
        <w:t xml:space="preserve">Razmislite o oporezivanju uglja. </w:t>
      </w:r>
      <w:r w:rsidRPr="00B87653">
        <w:rPr>
          <w:lang w:val="sr-Latn-ME"/>
        </w:rPr>
        <w:t>Mnoge vaše zemlje grade nove rudnike uglja i elektrane, iako je ugalj gorivo sa najintenzivnijom emisijom ugljen-dioksida i odgovoran je za najveći dio zagađenja vazduha koje danas škodi milionima stanovnika vaših zemalja. Oporezivanje, regulisanje ili čak postepeno zabranjivanje korišćenja uglja moglo bi brzo da smanji emisije, umanji opasno zagađenje vazduha i poboljša zdravlje stanovništva.</w:t>
      </w:r>
    </w:p>
    <w:p w14:paraId="7F738185" w14:textId="77777777" w:rsidR="00BB2F58" w:rsidRPr="00B87653" w:rsidRDefault="00684A61" w:rsidP="0019561D">
      <w:pPr>
        <w:pStyle w:val="Bodytext50"/>
        <w:widowControl/>
        <w:shd w:val="clear" w:color="auto" w:fill="auto"/>
        <w:spacing w:before="0"/>
        <w:rPr>
          <w:lang w:val="sr-Latn-ME"/>
        </w:rPr>
      </w:pPr>
      <w:r w:rsidRPr="00B87653">
        <w:rPr>
          <w:lang w:val="sr-Latn-ME"/>
        </w:rPr>
        <w:t>Dodatna razmatranja</w:t>
      </w:r>
    </w:p>
    <w:p w14:paraId="0D3CC3CE" w14:textId="77777777" w:rsidR="00BB2F58" w:rsidRPr="00B87653" w:rsidRDefault="00684A61" w:rsidP="0019561D">
      <w:pPr>
        <w:pStyle w:val="Bodytext20"/>
        <w:widowControl/>
        <w:shd w:val="clear" w:color="auto" w:fill="auto"/>
        <w:spacing w:line="269" w:lineRule="exact"/>
        <w:ind w:firstLine="0"/>
        <w:jc w:val="both"/>
        <w:rPr>
          <w:lang w:val="sr-Latn-ME"/>
        </w:rPr>
      </w:pPr>
      <w:r w:rsidRPr="00B87653">
        <w:rPr>
          <w:lang w:val="sr-Latn-ME"/>
        </w:rPr>
        <w:t>U vašim privredama došlo je vrijeme sukoba i unakrsnih uticaja. Sve vaše zemlje jako zavise od fosilnih goriva, uključujući ugalj, i odgovorne su za 40% današnjih globalnih emisija gasova sa efektom staklene bašte, pri čemu je Kina sama odgovorna za oko 28% emisija. Zajednički, vaše zemlje i druge zemlje u razvoju su danas odgovorne za oko 64% globalnih emisija, iako su emisije u vašim zemljama po glavi stanovnika manje nego u razvijenim zemljama. Ipak, razvijene zemlje proizvode veći dio kumulativnih emisija gasova sa efektom staklene bašte koje dovode do klimatskih promjena. Vjerujete da je njihova moralna dužnost da smanje svoje emisije, te da politike za rješavanje problema klimatskih promjena ne smiju da usporavaju vaš ekonomski rast i napore koje ulažete da se stotine miliona vaših stanovnika izvuku iz siromaštva.</w:t>
      </w:r>
    </w:p>
    <w:p w14:paraId="6F306C4E" w14:textId="77777777" w:rsidR="00BB2F58" w:rsidRPr="00B87653" w:rsidRDefault="00684A61" w:rsidP="0019561D">
      <w:pPr>
        <w:pStyle w:val="Bodytext20"/>
        <w:widowControl/>
        <w:shd w:val="clear" w:color="auto" w:fill="auto"/>
        <w:spacing w:line="269" w:lineRule="exact"/>
        <w:ind w:firstLine="0"/>
        <w:jc w:val="both"/>
        <w:rPr>
          <w:lang w:val="sr-Latn-ME"/>
        </w:rPr>
      </w:pPr>
      <w:r w:rsidRPr="00B87653">
        <w:rPr>
          <w:lang w:val="sr-Latn-ME"/>
        </w:rPr>
        <w:t>Istovremeno, uviđate da klimatske promjene predstavljaju veliki rizik za vaš prosperitet, vaše zdravlje i živote vaših stanovnika. Zagađenje vazduha od fosilnih goriva izaziva ozbiljna oboljenja i milione prijevremenih smrti u vašim zemljama svake godine. Povećanje nivoa mora, ekstremni vremenski uslovi, suše, pad prinosa i druge štetne posljedice klimatskih promjena sve više daju povoda sukobima i migracijama, podrivajući vašu nacionalnu bezbjednost i legitimitet vaših vlada.</w:t>
      </w:r>
    </w:p>
    <w:p w14:paraId="2FB7EE90" w14:textId="77777777" w:rsidR="00BB2F58" w:rsidRPr="00B87653" w:rsidRDefault="00684A61" w:rsidP="0019561D">
      <w:pPr>
        <w:pStyle w:val="Bodytext20"/>
        <w:widowControl/>
        <w:shd w:val="clear" w:color="auto" w:fill="auto"/>
        <w:spacing w:line="269" w:lineRule="exact"/>
        <w:ind w:firstLine="0"/>
        <w:jc w:val="both"/>
        <w:rPr>
          <w:lang w:val="sr-Latn-ME"/>
        </w:rPr>
      </w:pPr>
      <w:r w:rsidRPr="00B87653">
        <w:rPr>
          <w:lang w:val="sr-Latn-ME"/>
        </w:rPr>
        <w:t xml:space="preserve">Industrija fosilnih goriva se protivi promjenama, ali vaše države i kompanije dolaze do zaključka da ekološke politike mogu da budu dobre za vaše privrede. Energetska efikasnost i obnovljivi izvori </w:t>
      </w:r>
      <w:r w:rsidRPr="00B87653">
        <w:rPr>
          <w:lang w:val="sr-Latn-ME"/>
        </w:rPr>
        <w:lastRenderedPageBreak/>
        <w:t>energije, kao što su vjetar i sunce, su često profitabilni, stvaraju nova radna mjesta i poboljšavaju javno zdravlje. Dok gradite elektrane na ugalj, u trci ste sa razvijenim zemljama u pokušaju da se odredi koja zemlja će dominirati tržištima obnovljive energije, električnih vozila i efikasnih zgrada i industrijskih procesa koja se veoma brzo razvijaju.</w:t>
      </w:r>
    </w:p>
    <w:p w14:paraId="3E47D877" w14:textId="77777777" w:rsidR="00A27D58" w:rsidRPr="00B87653" w:rsidRDefault="00A27D58">
      <w:pPr>
        <w:jc w:val="center"/>
        <w:rPr>
          <w:lang w:val="sr-Latn-ME"/>
        </w:rPr>
      </w:pPr>
      <w:r w:rsidRPr="00B87653">
        <w:rPr>
          <w:lang w:val="sr-Latn-ME"/>
        </w:rPr>
        <w:t>_____________</w:t>
      </w:r>
    </w:p>
    <w:p w14:paraId="65481203" w14:textId="77777777" w:rsidR="00A27D58" w:rsidRPr="00B87653" w:rsidRDefault="00A27D58" w:rsidP="0019561D">
      <w:pPr>
        <w:pStyle w:val="Bodytext20"/>
        <w:widowControl/>
        <w:shd w:val="clear" w:color="auto" w:fill="auto"/>
        <w:spacing w:line="269" w:lineRule="exact"/>
        <w:ind w:firstLine="0"/>
        <w:jc w:val="both"/>
        <w:rPr>
          <w:lang w:val="sr-Latn-ME"/>
        </w:rPr>
      </w:pPr>
    </w:p>
    <w:sectPr w:rsidR="00A27D58" w:rsidRPr="00B87653" w:rsidSect="0019561D">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5207D" w14:textId="77777777" w:rsidR="00D82BB1" w:rsidRPr="00B87653" w:rsidRDefault="00684A61">
      <w:r w:rsidRPr="00B87653">
        <w:separator/>
      </w:r>
    </w:p>
  </w:endnote>
  <w:endnote w:type="continuationSeparator" w:id="0">
    <w:p w14:paraId="1A8EA707" w14:textId="77777777" w:rsidR="00D82BB1" w:rsidRPr="00B87653" w:rsidRDefault="00684A61">
      <w:r w:rsidRPr="00B8765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0095" w14:textId="77777777" w:rsidR="00A27D58" w:rsidRPr="00B87653" w:rsidRDefault="00A27D58" w:rsidP="0019561D">
    <w:pPr>
      <w:pStyle w:val="Footer"/>
      <w:jc w:val="both"/>
      <w:rPr>
        <w:i/>
        <w:sz w:val="20"/>
        <w:szCs w:val="20"/>
      </w:rPr>
    </w:pPr>
    <w:r w:rsidRPr="00B87653">
      <w:rPr>
        <w:i/>
        <w:iCs/>
        <w:sz w:val="20"/>
        <w:szCs w:val="20"/>
      </w:rPr>
      <w:t xml:space="preserve">Pripremili Climate Interactive, MIT Sloan School of Management Sustainability Initiative (MIT Sloan škola za upravljanje održivom inicijativom), ESB Business School (ESB poslovna škola), i UMass Lowell Climate Change Initiative (UMass Lowell Inicijativa protiv klimatskih promjena). Posljednji put ažurirano u avgustu 2019. godine. </w:t>
    </w:r>
    <w:hyperlink r:id="rId1" w:history="1">
      <w:r w:rsidRPr="00B87653">
        <w:rPr>
          <w:i/>
          <w:iCs/>
          <w:sz w:val="20"/>
          <w:szCs w:val="20"/>
        </w:rPr>
        <w:t>www.cllmatelnteractive.org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E05FA" w14:textId="77777777" w:rsidR="00BB2F58" w:rsidRPr="00B87653" w:rsidRDefault="00BB2F58"/>
  </w:footnote>
  <w:footnote w:type="continuationSeparator" w:id="0">
    <w:p w14:paraId="45D5E7F5" w14:textId="77777777" w:rsidR="00BB2F58" w:rsidRPr="00B87653"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F58"/>
    <w:rsid w:val="00175F65"/>
    <w:rsid w:val="0019561D"/>
    <w:rsid w:val="00392B0E"/>
    <w:rsid w:val="00584957"/>
    <w:rsid w:val="00684A61"/>
    <w:rsid w:val="007B0D28"/>
    <w:rsid w:val="007D288D"/>
    <w:rsid w:val="00816C33"/>
    <w:rsid w:val="00933C63"/>
    <w:rsid w:val="00996C61"/>
    <w:rsid w:val="00A02FB7"/>
    <w:rsid w:val="00A27D58"/>
    <w:rsid w:val="00B87653"/>
    <w:rsid w:val="00BB2F58"/>
    <w:rsid w:val="00BF179D"/>
    <w:rsid w:val="00C06D50"/>
    <w:rsid w:val="00C61676"/>
    <w:rsid w:val="00D072AD"/>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98D2A54"/>
  <w15:docId w15:val="{A278B33F-C122-4D66-AF97-C90CCA6FF8DD}"/>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 w:type="paragraph" w:styleId="BalloonText">
    <w:name w:val="Balloon Text"/>
    <w:basedOn w:val="Normal"/>
    <w:link w:val="BalloonTextChar"/>
    <w:uiPriority w:val="99"/>
    <w:semiHidden/>
    <w:unhideWhenUsed/>
    <w:rsid w:val="0019561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61D"/>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i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CTJJHAUHWN5E-644613129-998</_dlc_DocId>
    <_dlc_DocIdUrl xmlns="bfc960a6-20da-4c94-8684-71380fca093b">
      <Url>http://dm2016/eesc/2019/_layouts/15/DocIdRedir.aspx?ID=CTJJHAUHWN5E-644613129-998</Url>
      <Description>CTJJHAUHWN5E-644613129-998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2019-11-28T12:00:00+00:00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5EFFF1-67B5-4830-BEDB-8F9AB14DD8D5}"/>
</file>

<file path=customXml/itemProps2.xml><?xml version="1.0" encoding="utf-8"?>
<ds:datastoreItem xmlns:ds="http://schemas.openxmlformats.org/officeDocument/2006/customXml" ds:itemID="{7225F68F-D4B7-4371-BD11-9D0AFBBA71E6}"/>
</file>

<file path=customXml/itemProps3.xml><?xml version="1.0" encoding="utf-8"?>
<ds:datastoreItem xmlns:ds="http://schemas.openxmlformats.org/officeDocument/2006/customXml" ds:itemID="{70D94321-557F-49B4-BFE3-84251B1474B0}"/>
</file>

<file path=customXml/itemProps4.xml><?xml version="1.0" encoding="utf-8"?>
<ds:datastoreItem xmlns:ds="http://schemas.openxmlformats.org/officeDocument/2006/customXml" ds:itemID="{8297FA60-997A-42EC-B081-4BD6E61770B5}"/>
</file>

<file path=docProps/app.xml><?xml version="1.0" encoding="utf-8"?>
<Properties xmlns="http://schemas.openxmlformats.org/officeDocument/2006/extended-properties" xmlns:vt="http://schemas.openxmlformats.org/officeDocument/2006/docPropsVTypes">
  <Template>Normal.dotm</Template>
  <TotalTime>0</TotalTime>
  <Pages>3</Pages>
  <Words>1257</Words>
  <Characters>7168</Characters>
  <Application>Microsoft Office Word</Application>
  <DocSecurity>4</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6C - Rapidly Emerging Nations</dc:title>
  <dc:creator>CDT</dc:creator>
  <cp:keywords>EESC-2019-05163-07-00-INFO-TRA-EN</cp:keywords>
  <dc:description>Rapporteur:  - Original language: EN - Date of document: 28/11/2019 - Date of meeting:  - External documents:  - Administrator: MME Lahousse Chloé</dc:description>
  <cp:lastModifiedBy>Robert Urukalo</cp:lastModifiedBy>
  <cp:revision>2</cp:revision>
  <dcterms:created xsi:type="dcterms:W3CDTF">2019-11-28T13:45:00Z</dcterms:created>
  <dcterms:modified xsi:type="dcterms:W3CDTF">2019-11-28T13:45:00Z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b8f6a4c9-1493-4785-a3f1-0f215efc2aa4</vt:lpwstr>
  </property>
  <property fmtid="{D5CDD505-2E9C-101B-9397-08002B2CF9AE}" pid="9" name="AvailableTranslations">
    <vt:lpwstr>246;#ME|925b3da5-5ac0-4b3c-928c-6ef66a5c9b3c;#153;#SR|7f3a1d13-b985-4bfd-981e-afe31377edff;#152;#MK|34ce48bb-063e-4413-a932-50853dc71c5c;#154;#SQ|5ac17240-8d11-45ec-9893-659b209d7a00;#162;#TR|6e4ededd-04c4-4fa0-94e0-1028050302d5;#4;#EN|f2175f21-25d7-44a3-96da-d6a61b075e1b</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246;#ME|925b3da5-5ac0-4b3c-928c-6ef66a5c9b3c</vt:lpwstr>
  </property>
  <property fmtid="{D5CDD505-2E9C-101B-9397-08002B2CF9AE}" pid="38" name="_docset_NoMedatataSyncRequired">
    <vt:lpwstr>False</vt:lpwstr>
  </property>
</Properties>
</file>